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00" w:type="pct"/>
        <w:tblLook w:val="01E0" w:firstRow="1" w:lastRow="1" w:firstColumn="1" w:lastColumn="1" w:noHBand="0" w:noVBand="0"/>
      </w:tblPr>
      <w:tblGrid>
        <w:gridCol w:w="1560"/>
        <w:gridCol w:w="587"/>
        <w:gridCol w:w="3729"/>
        <w:gridCol w:w="748"/>
        <w:gridCol w:w="2448"/>
      </w:tblGrid>
      <w:tr w:rsidR="00FD7ACD" w:rsidRPr="00FD7ACD" w:rsidTr="00C250BF">
        <w:tc>
          <w:tcPr>
            <w:tcW w:w="2146" w:type="dxa"/>
            <w:gridSpan w:val="2"/>
          </w:tcPr>
          <w:p w:rsidR="00FD7ACD" w:rsidRPr="00FD7ACD" w:rsidRDefault="00FD7ACD" w:rsidP="00FD7ACD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FD7ACD">
              <w:rPr>
                <w:rFonts w:ascii="Arial" w:eastAsia="Times New Roman" w:hAnsi="Arial" w:cs="Arial"/>
                <w:lang w:eastAsia="pl-PL"/>
              </w:rPr>
              <w:t>Nazwa wykonawcy:</w:t>
            </w:r>
          </w:p>
        </w:tc>
        <w:tc>
          <w:tcPr>
            <w:tcW w:w="6925" w:type="dxa"/>
            <w:gridSpan w:val="3"/>
            <w:tcBorders>
              <w:bottom w:val="dotted" w:sz="12" w:space="0" w:color="auto"/>
            </w:tcBorders>
          </w:tcPr>
          <w:p w:rsidR="00FD7ACD" w:rsidRPr="00FD7ACD" w:rsidRDefault="00FD7ACD" w:rsidP="00FD7ACD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FD7ACD" w:rsidRPr="00FD7ACD" w:rsidTr="00C250BF">
        <w:tc>
          <w:tcPr>
            <w:tcW w:w="2146" w:type="dxa"/>
            <w:gridSpan w:val="2"/>
          </w:tcPr>
          <w:p w:rsidR="00FD7ACD" w:rsidRPr="00FD7ACD" w:rsidRDefault="00FD7ACD" w:rsidP="00FD7ACD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FD7ACD">
              <w:rPr>
                <w:rFonts w:ascii="Arial" w:eastAsia="Times New Roman" w:hAnsi="Arial" w:cs="Arial"/>
                <w:lang w:eastAsia="pl-PL"/>
              </w:rPr>
              <w:t>Adres wykonawcy:</w:t>
            </w:r>
          </w:p>
        </w:tc>
        <w:tc>
          <w:tcPr>
            <w:tcW w:w="6925" w:type="dxa"/>
            <w:gridSpan w:val="3"/>
            <w:tcBorders>
              <w:top w:val="dotted" w:sz="12" w:space="0" w:color="auto"/>
              <w:bottom w:val="dotted" w:sz="12" w:space="0" w:color="auto"/>
            </w:tcBorders>
          </w:tcPr>
          <w:p w:rsidR="00FD7ACD" w:rsidRPr="00FD7ACD" w:rsidRDefault="00FD7ACD" w:rsidP="00FD7ACD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FD7ACD" w:rsidRPr="00FD7ACD" w:rsidTr="00C250BF">
        <w:tc>
          <w:tcPr>
            <w:tcW w:w="1559" w:type="dxa"/>
          </w:tcPr>
          <w:p w:rsidR="00FD7ACD" w:rsidRPr="00FD7ACD" w:rsidRDefault="00FD7ACD" w:rsidP="00FD7ACD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FD7ACD">
              <w:rPr>
                <w:rFonts w:ascii="Arial" w:eastAsia="Times New Roman" w:hAnsi="Arial" w:cs="Arial"/>
                <w:lang w:eastAsia="pl-PL"/>
              </w:rPr>
              <w:t>Miejscowość:</w:t>
            </w:r>
          </w:p>
        </w:tc>
        <w:tc>
          <w:tcPr>
            <w:tcW w:w="4316" w:type="dxa"/>
            <w:gridSpan w:val="2"/>
            <w:tcBorders>
              <w:bottom w:val="dotted" w:sz="12" w:space="0" w:color="auto"/>
            </w:tcBorders>
          </w:tcPr>
          <w:p w:rsidR="00FD7ACD" w:rsidRPr="00FD7ACD" w:rsidRDefault="00FD7ACD" w:rsidP="00FD7ACD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748" w:type="dxa"/>
          </w:tcPr>
          <w:p w:rsidR="00FD7ACD" w:rsidRPr="00FD7ACD" w:rsidRDefault="00FD7ACD" w:rsidP="00FD7ACD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FD7ACD">
              <w:rPr>
                <w:rFonts w:ascii="Arial" w:eastAsia="Times New Roman" w:hAnsi="Arial" w:cs="Arial"/>
                <w:lang w:eastAsia="pl-PL"/>
              </w:rPr>
              <w:t>Data:</w:t>
            </w:r>
          </w:p>
        </w:tc>
        <w:tc>
          <w:tcPr>
            <w:tcW w:w="2448" w:type="dxa"/>
            <w:tcBorders>
              <w:bottom w:val="dotted" w:sz="12" w:space="0" w:color="auto"/>
            </w:tcBorders>
          </w:tcPr>
          <w:p w:rsidR="00FD7ACD" w:rsidRPr="00FD7ACD" w:rsidRDefault="00FD7ACD" w:rsidP="00FD7ACD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</w:tbl>
    <w:p w:rsidR="00FD7ACD" w:rsidRPr="00FD7ACD" w:rsidRDefault="00FD7ACD" w:rsidP="00FD7ACD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FD7ACD" w:rsidRPr="00FD7ACD" w:rsidRDefault="00FD7ACD" w:rsidP="00FD7AC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lang w:eastAsia="pl-PL"/>
        </w:rPr>
      </w:pPr>
      <w:r w:rsidRPr="00FD7ACD">
        <w:rPr>
          <w:rFonts w:ascii="Arial" w:eastAsia="Times New Roman" w:hAnsi="Arial" w:cs="Arial"/>
          <w:b/>
          <w:bCs/>
          <w:lang w:eastAsia="pl-PL"/>
        </w:rPr>
        <w:t>WYKAZ</w:t>
      </w:r>
      <w:r w:rsidRPr="00FD7ACD">
        <w:rPr>
          <w:rFonts w:ascii="Arial" w:eastAsia="Times New Roman" w:hAnsi="Arial" w:cs="Arial"/>
          <w:b/>
          <w:bCs/>
          <w:vertAlign w:val="superscript"/>
          <w:lang w:eastAsia="pl-PL"/>
        </w:rPr>
        <w:footnoteReference w:customMarkFollows="1" w:id="1"/>
        <w:sym w:font="Symbol" w:char="F02A"/>
      </w:r>
      <w:r w:rsidRPr="00FD7ACD">
        <w:rPr>
          <w:rFonts w:ascii="Arial" w:eastAsia="Times New Roman" w:hAnsi="Arial" w:cs="Arial"/>
          <w:b/>
          <w:bCs/>
          <w:lang w:eastAsia="pl-PL"/>
        </w:rPr>
        <w:t xml:space="preserve"> WYKONANYCH W OKRESIE OSTATNICH</w:t>
      </w:r>
    </w:p>
    <w:p w:rsidR="00FD7ACD" w:rsidRPr="00FD7ACD" w:rsidRDefault="00FD7ACD" w:rsidP="00FD7AC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lang w:eastAsia="pl-PL"/>
        </w:rPr>
      </w:pPr>
      <w:r w:rsidRPr="00FD7ACD">
        <w:rPr>
          <w:rFonts w:ascii="Arial" w:eastAsia="Times New Roman" w:hAnsi="Arial" w:cs="Arial"/>
          <w:b/>
          <w:bCs/>
          <w:lang w:eastAsia="pl-PL"/>
        </w:rPr>
        <w:t>3 LAT DOSTAW</w:t>
      </w:r>
    </w:p>
    <w:p w:rsidR="00FD7ACD" w:rsidRPr="00FD7ACD" w:rsidRDefault="00FD7ACD" w:rsidP="00FD7AC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lang w:eastAsia="pl-PL"/>
        </w:rPr>
      </w:pPr>
    </w:p>
    <w:p w:rsidR="00FD7ACD" w:rsidRPr="00FD7ACD" w:rsidRDefault="00FD7ACD" w:rsidP="00FD7AC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FD7ACD">
        <w:rPr>
          <w:rFonts w:ascii="Arial" w:eastAsia="Times New Roman" w:hAnsi="Arial" w:cs="Arial"/>
          <w:sz w:val="20"/>
          <w:szCs w:val="20"/>
          <w:lang w:eastAsia="pl-PL"/>
        </w:rPr>
        <w:t xml:space="preserve">Wykaz dostaw wykonanych, a w przypadku świadczeń okresowych lub ciągłych również wykonywanych, w okresie ostatnich 3 lat przed upływem terminu składania ofert, a jeżeli okres prowadzenia działalności jest krótszy – w tym okresie, wraz z podaniem ich wartości, przedmiotu, dat wykonania i podmiotów, na </w:t>
      </w:r>
      <w:proofErr w:type="gramStart"/>
      <w:r w:rsidRPr="00FD7ACD">
        <w:rPr>
          <w:rFonts w:ascii="Arial" w:eastAsia="Times New Roman" w:hAnsi="Arial" w:cs="Arial"/>
          <w:sz w:val="20"/>
          <w:szCs w:val="20"/>
          <w:lang w:eastAsia="pl-PL"/>
        </w:rPr>
        <w:t>rzecz których</w:t>
      </w:r>
      <w:proofErr w:type="gramEnd"/>
      <w:r w:rsidRPr="00FD7ACD">
        <w:rPr>
          <w:rFonts w:ascii="Arial" w:eastAsia="Times New Roman" w:hAnsi="Arial" w:cs="Arial"/>
          <w:sz w:val="20"/>
          <w:szCs w:val="20"/>
          <w:lang w:eastAsia="pl-PL"/>
        </w:rPr>
        <w:t xml:space="preserve"> dostawy zostały wykonane, oraz załączeniem dowodów określających czy te dostawy zostały wykonane lub są wykonywane należycie. </w:t>
      </w:r>
    </w:p>
    <w:p w:rsidR="00FD7ACD" w:rsidRPr="00FD7ACD" w:rsidRDefault="00FD7ACD" w:rsidP="00FD7AC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FD7ACD">
        <w:rPr>
          <w:rFonts w:ascii="Arial" w:eastAsia="Times New Roman" w:hAnsi="Arial" w:cs="Arial"/>
          <w:sz w:val="20"/>
          <w:szCs w:val="20"/>
          <w:lang w:eastAsia="pl-PL"/>
        </w:rPr>
        <w:t xml:space="preserve">Wykonawca powinien wykazać, że w wymienionym okresie </w:t>
      </w:r>
      <w:proofErr w:type="gramStart"/>
      <w:r w:rsidRPr="00FD7ACD">
        <w:rPr>
          <w:rFonts w:ascii="Arial" w:eastAsia="Times New Roman" w:hAnsi="Arial" w:cs="Arial"/>
          <w:sz w:val="20"/>
          <w:szCs w:val="20"/>
          <w:lang w:eastAsia="pl-PL"/>
        </w:rPr>
        <w:t>zrealizował co</w:t>
      </w:r>
      <w:proofErr w:type="gramEnd"/>
      <w:r w:rsidRPr="00FD7ACD">
        <w:rPr>
          <w:rFonts w:ascii="Arial" w:eastAsia="Times New Roman" w:hAnsi="Arial" w:cs="Arial"/>
          <w:sz w:val="20"/>
          <w:szCs w:val="20"/>
          <w:lang w:eastAsia="pl-PL"/>
        </w:rPr>
        <w:t xml:space="preserve"> najmniej 2 dostawy tokarek odpowiadających swoim rodzajem i wartością przedmiotowi zamówienia i że dostawy te zostały wykonane należycie.</w:t>
      </w:r>
    </w:p>
    <w:p w:rsidR="00FD7ACD" w:rsidRPr="00FD7ACD" w:rsidRDefault="00FD7ACD" w:rsidP="00FD7ACD">
      <w:pPr>
        <w:widowControl w:val="0"/>
        <w:tabs>
          <w:tab w:val="left" w:pos="3060"/>
          <w:tab w:val="left" w:leader="dot" w:pos="8460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tbl>
      <w:tblPr>
        <w:tblW w:w="93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0"/>
        <w:gridCol w:w="3086"/>
        <w:gridCol w:w="1417"/>
        <w:gridCol w:w="2835"/>
        <w:gridCol w:w="1560"/>
      </w:tblGrid>
      <w:tr w:rsidR="00FD7ACD" w:rsidRPr="00FD7ACD" w:rsidTr="00C250BF"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D7ACD" w:rsidRPr="00FD7ACD" w:rsidRDefault="00FD7ACD" w:rsidP="00FD7A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D7AC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30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D7ACD" w:rsidRPr="00FD7ACD" w:rsidRDefault="00FD7ACD" w:rsidP="00FD7A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D7AC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Przedmiot wykonanej dostawy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D7ACD" w:rsidRPr="00FD7ACD" w:rsidRDefault="00FD7ACD" w:rsidP="00FD7A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D7AC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Data wykonania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D7ACD" w:rsidRPr="00FD7ACD" w:rsidRDefault="00FD7ACD" w:rsidP="00FD7A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D7AC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Podmiot, na </w:t>
            </w:r>
            <w:proofErr w:type="gramStart"/>
            <w:r w:rsidRPr="00FD7AC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rzecz którego</w:t>
            </w:r>
            <w:proofErr w:type="gramEnd"/>
            <w:r w:rsidRPr="00FD7AC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wykonano dostawę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D7ACD" w:rsidRPr="00FD7ACD" w:rsidRDefault="00FD7ACD" w:rsidP="00FD7A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D7AC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Wartość dostawy netto</w:t>
            </w:r>
          </w:p>
        </w:tc>
      </w:tr>
      <w:tr w:rsidR="00FD7ACD" w:rsidRPr="00FD7ACD" w:rsidTr="00C250BF"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7ACD" w:rsidRPr="00FD7ACD" w:rsidRDefault="00FD7ACD" w:rsidP="00FD7ACD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D7AC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1.</w:t>
            </w:r>
          </w:p>
        </w:tc>
        <w:tc>
          <w:tcPr>
            <w:tcW w:w="30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7ACD" w:rsidRPr="00FD7ACD" w:rsidRDefault="00FD7ACD" w:rsidP="00FD7ACD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7ACD" w:rsidRPr="00FD7ACD" w:rsidRDefault="00FD7ACD" w:rsidP="00FD7ACD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7ACD" w:rsidRPr="00FD7ACD" w:rsidRDefault="00FD7ACD" w:rsidP="00FD7ACD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7ACD" w:rsidRPr="00FD7ACD" w:rsidRDefault="00FD7ACD" w:rsidP="00FD7ACD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FD7ACD" w:rsidRPr="00FD7ACD" w:rsidTr="00C250BF"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7ACD" w:rsidRPr="00FD7ACD" w:rsidRDefault="00FD7ACD" w:rsidP="00FD7ACD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D7AC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2.</w:t>
            </w:r>
          </w:p>
        </w:tc>
        <w:tc>
          <w:tcPr>
            <w:tcW w:w="30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7ACD" w:rsidRPr="00FD7ACD" w:rsidRDefault="00FD7ACD" w:rsidP="00FD7ACD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7ACD" w:rsidRPr="00FD7ACD" w:rsidRDefault="00FD7ACD" w:rsidP="00FD7ACD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7ACD" w:rsidRPr="00FD7ACD" w:rsidRDefault="00FD7ACD" w:rsidP="00FD7ACD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7ACD" w:rsidRPr="00FD7ACD" w:rsidRDefault="00FD7ACD" w:rsidP="00FD7ACD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FD7ACD" w:rsidRPr="00FD7ACD" w:rsidTr="00C250BF"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7ACD" w:rsidRPr="00FD7ACD" w:rsidRDefault="00FD7ACD" w:rsidP="00FD7ACD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D7AC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3.</w:t>
            </w:r>
          </w:p>
        </w:tc>
        <w:tc>
          <w:tcPr>
            <w:tcW w:w="30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7ACD" w:rsidRPr="00FD7ACD" w:rsidRDefault="00FD7ACD" w:rsidP="00FD7ACD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7ACD" w:rsidRPr="00FD7ACD" w:rsidRDefault="00FD7ACD" w:rsidP="00FD7ACD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7ACD" w:rsidRPr="00FD7ACD" w:rsidRDefault="00FD7ACD" w:rsidP="00FD7ACD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7ACD" w:rsidRPr="00FD7ACD" w:rsidRDefault="00FD7ACD" w:rsidP="00FD7ACD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FD7ACD" w:rsidRPr="00FD7ACD" w:rsidTr="00C250BF"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7ACD" w:rsidRPr="00FD7ACD" w:rsidRDefault="00FD7ACD" w:rsidP="00FD7ACD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D7AC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4.</w:t>
            </w:r>
          </w:p>
        </w:tc>
        <w:tc>
          <w:tcPr>
            <w:tcW w:w="30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7ACD" w:rsidRPr="00FD7ACD" w:rsidRDefault="00FD7ACD" w:rsidP="00FD7ACD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7ACD" w:rsidRPr="00FD7ACD" w:rsidRDefault="00FD7ACD" w:rsidP="00FD7ACD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7ACD" w:rsidRPr="00FD7ACD" w:rsidRDefault="00FD7ACD" w:rsidP="00FD7ACD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7ACD" w:rsidRPr="00FD7ACD" w:rsidRDefault="00FD7ACD" w:rsidP="00FD7ACD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FD7ACD" w:rsidRPr="00FD7ACD" w:rsidTr="00C250BF"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7ACD" w:rsidRPr="00FD7ACD" w:rsidRDefault="00FD7ACD" w:rsidP="00FD7ACD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D7AC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5.</w:t>
            </w:r>
          </w:p>
        </w:tc>
        <w:tc>
          <w:tcPr>
            <w:tcW w:w="30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7ACD" w:rsidRPr="00FD7ACD" w:rsidRDefault="00FD7ACD" w:rsidP="00FD7ACD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7ACD" w:rsidRPr="00FD7ACD" w:rsidRDefault="00FD7ACD" w:rsidP="00FD7ACD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7ACD" w:rsidRPr="00FD7ACD" w:rsidRDefault="00FD7ACD" w:rsidP="00FD7ACD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7ACD" w:rsidRPr="00FD7ACD" w:rsidRDefault="00FD7ACD" w:rsidP="00FD7ACD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FD7ACD" w:rsidRPr="00FD7ACD" w:rsidTr="00C250BF"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7ACD" w:rsidRPr="00FD7ACD" w:rsidRDefault="00FD7ACD" w:rsidP="00FD7ACD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D7AC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6.</w:t>
            </w:r>
          </w:p>
        </w:tc>
        <w:tc>
          <w:tcPr>
            <w:tcW w:w="30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7ACD" w:rsidRPr="00FD7ACD" w:rsidRDefault="00FD7ACD" w:rsidP="00FD7ACD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7ACD" w:rsidRPr="00FD7ACD" w:rsidRDefault="00FD7ACD" w:rsidP="00FD7ACD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7ACD" w:rsidRPr="00FD7ACD" w:rsidRDefault="00FD7ACD" w:rsidP="00FD7ACD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7ACD" w:rsidRPr="00FD7ACD" w:rsidRDefault="00FD7ACD" w:rsidP="00FD7ACD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FD7ACD" w:rsidRPr="00FD7ACD" w:rsidTr="00C250BF"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7ACD" w:rsidRPr="00FD7ACD" w:rsidRDefault="00FD7ACD" w:rsidP="00FD7ACD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D7AC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7.</w:t>
            </w:r>
          </w:p>
        </w:tc>
        <w:tc>
          <w:tcPr>
            <w:tcW w:w="30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7ACD" w:rsidRPr="00FD7ACD" w:rsidRDefault="00FD7ACD" w:rsidP="00FD7ACD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7ACD" w:rsidRPr="00FD7ACD" w:rsidRDefault="00FD7ACD" w:rsidP="00FD7ACD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7ACD" w:rsidRPr="00FD7ACD" w:rsidRDefault="00FD7ACD" w:rsidP="00FD7ACD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7ACD" w:rsidRPr="00FD7ACD" w:rsidRDefault="00FD7ACD" w:rsidP="00FD7ACD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FD7ACD" w:rsidRPr="00FD7ACD" w:rsidTr="00C250BF"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7ACD" w:rsidRPr="00FD7ACD" w:rsidRDefault="00FD7ACD" w:rsidP="00FD7ACD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D7AC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8.</w:t>
            </w:r>
          </w:p>
        </w:tc>
        <w:tc>
          <w:tcPr>
            <w:tcW w:w="30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7ACD" w:rsidRPr="00FD7ACD" w:rsidRDefault="00FD7ACD" w:rsidP="00FD7ACD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7ACD" w:rsidRPr="00FD7ACD" w:rsidRDefault="00FD7ACD" w:rsidP="00FD7ACD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7ACD" w:rsidRPr="00FD7ACD" w:rsidRDefault="00FD7ACD" w:rsidP="00FD7ACD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7ACD" w:rsidRPr="00FD7ACD" w:rsidRDefault="00FD7ACD" w:rsidP="00FD7ACD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</w:tbl>
    <w:p w:rsidR="00FD7ACD" w:rsidRPr="00FD7ACD" w:rsidRDefault="00FD7ACD" w:rsidP="00FD7ACD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FD7ACD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Do wykazu należy dołączyć dowody potwierdzające, że w/w dostawy zostały wykonane należycie. Dowodami mogą być:</w:t>
      </w:r>
    </w:p>
    <w:p w:rsidR="00FD7ACD" w:rsidRPr="00FD7ACD" w:rsidRDefault="00FD7ACD" w:rsidP="00FD7ACD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FD7ACD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referencje bądź inne dokumenty wystawione przez podmiot, na </w:t>
      </w:r>
      <w:proofErr w:type="gramStart"/>
      <w:r w:rsidRPr="00FD7ACD">
        <w:rPr>
          <w:rFonts w:ascii="Arial" w:eastAsia="Times New Roman" w:hAnsi="Arial" w:cs="Arial"/>
          <w:bCs/>
          <w:sz w:val="20"/>
          <w:szCs w:val="20"/>
          <w:lang w:eastAsia="pl-PL"/>
        </w:rPr>
        <w:t>rzecz którego</w:t>
      </w:r>
      <w:proofErr w:type="gramEnd"/>
      <w:r w:rsidRPr="00FD7ACD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dostawy były wykonywane, z tym że w odniesieniu do nadal wykonywanych dostaw okresowych lub ciągłych poświadczenie powinno być wydane nie wcześniej niż na 3 miesiące przed upływem terminu składania ofert;</w:t>
      </w:r>
    </w:p>
    <w:p w:rsidR="00FD7ACD" w:rsidRPr="00FD7ACD" w:rsidRDefault="00FD7ACD" w:rsidP="00FD7ACD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357" w:hanging="357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FD7ACD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oświadczenie </w:t>
      </w:r>
      <w:proofErr w:type="gramStart"/>
      <w:r w:rsidRPr="00FD7ACD">
        <w:rPr>
          <w:rFonts w:ascii="Arial" w:eastAsia="Times New Roman" w:hAnsi="Arial" w:cs="Arial"/>
          <w:bCs/>
          <w:sz w:val="20"/>
          <w:szCs w:val="20"/>
          <w:lang w:eastAsia="pl-PL"/>
        </w:rPr>
        <w:t>wykonawcy – jeżeli</w:t>
      </w:r>
      <w:proofErr w:type="gramEnd"/>
      <w:r w:rsidRPr="00FD7ACD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z uzasadnionych przyczyn o obiektywnym charakterze wykonawca nie jest w stanie uzyskać tych dokumentów;</w:t>
      </w:r>
    </w:p>
    <w:p w:rsidR="00FD7ACD" w:rsidRPr="00FD7ACD" w:rsidRDefault="00FD7ACD" w:rsidP="00FD7AC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FD7ACD">
        <w:rPr>
          <w:rFonts w:ascii="Arial" w:eastAsia="Times New Roman" w:hAnsi="Arial" w:cs="Arial"/>
          <w:sz w:val="20"/>
          <w:szCs w:val="20"/>
          <w:lang w:eastAsia="pl-PL"/>
        </w:rPr>
        <w:t>Jeżeli wykonawca polega na zdolności technicznej lub zawodowej innych podmiotów należy do powyższego wykazu dołączyć pisemne zobowiązania tych podmiotów do oddania do dyspozycji niezbędnych zasobów na okres korzystania z nich przy wykonywaniu zamówienia.</w:t>
      </w:r>
    </w:p>
    <w:p w:rsidR="00FD7ACD" w:rsidRPr="00FD7ACD" w:rsidRDefault="00FD7ACD" w:rsidP="00FD7ACD">
      <w:pPr>
        <w:widowControl w:val="0"/>
        <w:tabs>
          <w:tab w:val="left" w:pos="648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FD7ACD" w:rsidRDefault="00FD7ACD" w:rsidP="00FD7ACD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FD7ACD" w:rsidRDefault="00FD7ACD" w:rsidP="00FD7ACD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FD7ACD" w:rsidRDefault="00FD7ACD" w:rsidP="00FD7ACD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FD7ACD" w:rsidRDefault="00FD7ACD" w:rsidP="00FD7ACD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FD7ACD" w:rsidRPr="00FD7ACD" w:rsidRDefault="00FD7ACD" w:rsidP="00FD7ACD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bookmarkStart w:id="0" w:name="_GoBack"/>
      <w:bookmarkEnd w:id="0"/>
    </w:p>
    <w:p w:rsidR="00930A12" w:rsidRDefault="00FD7ACD" w:rsidP="00FD7ACD">
      <w:pPr>
        <w:widowControl w:val="0"/>
        <w:pBdr>
          <w:top w:val="dotted" w:sz="8" w:space="1" w:color="auto"/>
        </w:pBdr>
        <w:autoSpaceDE w:val="0"/>
        <w:autoSpaceDN w:val="0"/>
        <w:adjustRightInd w:val="0"/>
        <w:spacing w:after="0" w:line="240" w:lineRule="auto"/>
        <w:ind w:left="3119"/>
        <w:jc w:val="both"/>
      </w:pPr>
      <w:r w:rsidRPr="00FD7ACD">
        <w:rPr>
          <w:rFonts w:ascii="Arial" w:eastAsia="Times New Roman" w:hAnsi="Arial" w:cs="Arial"/>
          <w:i/>
          <w:sz w:val="18"/>
          <w:szCs w:val="18"/>
          <w:lang w:eastAsia="pl-PL"/>
        </w:rPr>
        <w:t>Dokument powinien być podpisany kwalifikowanym podpisem elektronicznym przez osoby upoważnione do reprezentowania Wykonawcy</w:t>
      </w:r>
    </w:p>
    <w:sectPr w:rsidR="00930A12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43B17" w:rsidRDefault="00443B17" w:rsidP="00FD7ACD">
      <w:pPr>
        <w:spacing w:after="0" w:line="240" w:lineRule="auto"/>
      </w:pPr>
      <w:r>
        <w:separator/>
      </w:r>
    </w:p>
  </w:endnote>
  <w:endnote w:type="continuationSeparator" w:id="0">
    <w:p w:rsidR="00443B17" w:rsidRDefault="00443B17" w:rsidP="00FD7A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D7ACD" w:rsidRPr="0098501D" w:rsidRDefault="00FD7ACD" w:rsidP="0098501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43B17" w:rsidRDefault="00443B17" w:rsidP="00FD7ACD">
      <w:pPr>
        <w:spacing w:after="0" w:line="240" w:lineRule="auto"/>
      </w:pPr>
      <w:r>
        <w:separator/>
      </w:r>
    </w:p>
  </w:footnote>
  <w:footnote w:type="continuationSeparator" w:id="0">
    <w:p w:rsidR="00443B17" w:rsidRDefault="00443B17" w:rsidP="00FD7ACD">
      <w:pPr>
        <w:spacing w:after="0" w:line="240" w:lineRule="auto"/>
      </w:pPr>
      <w:r>
        <w:continuationSeparator/>
      </w:r>
    </w:p>
  </w:footnote>
  <w:footnote w:id="1">
    <w:p w:rsidR="00FD7ACD" w:rsidRPr="0044117C" w:rsidRDefault="00FD7ACD" w:rsidP="00FD7ACD">
      <w:pPr>
        <w:pStyle w:val="Tekstprzypisudolnego"/>
        <w:rPr>
          <w:rFonts w:asciiTheme="minorHAnsi" w:hAnsiTheme="minorHAnsi"/>
        </w:rPr>
      </w:pPr>
      <w:r w:rsidRPr="0044117C">
        <w:rPr>
          <w:rStyle w:val="Odwoanieprzypisudolnego"/>
          <w:rFonts w:asciiTheme="minorHAnsi" w:hAnsiTheme="minorHAnsi"/>
          <w:b/>
        </w:rPr>
        <w:sym w:font="Symbol" w:char="F02A"/>
      </w:r>
      <w:r w:rsidRPr="0044117C">
        <w:rPr>
          <w:rFonts w:asciiTheme="minorHAnsi" w:hAnsiTheme="minorHAnsi"/>
        </w:rPr>
        <w:t xml:space="preserve"> </w:t>
      </w:r>
      <w:r w:rsidRPr="0044117C">
        <w:rPr>
          <w:rFonts w:asciiTheme="minorHAnsi" w:hAnsiTheme="minorHAnsi"/>
          <w:u w:val="single"/>
        </w:rPr>
        <w:t>Niniejszego wykazu nie należy załączać do oferty</w:t>
      </w:r>
      <w:r w:rsidRPr="0044117C">
        <w:rPr>
          <w:rFonts w:asciiTheme="minorHAnsi" w:hAnsiTheme="minorHAnsi"/>
        </w:rPr>
        <w:t xml:space="preserve">. </w:t>
      </w:r>
      <w:r>
        <w:rPr>
          <w:rFonts w:asciiTheme="minorHAnsi" w:hAnsiTheme="minorHAnsi"/>
        </w:rPr>
        <w:t>Wykonawca</w:t>
      </w:r>
      <w:r w:rsidRPr="0044117C">
        <w:rPr>
          <w:rFonts w:asciiTheme="minorHAnsi" w:hAnsiTheme="minorHAnsi"/>
        </w:rPr>
        <w:t xml:space="preserve"> skład</w:t>
      </w:r>
      <w:r>
        <w:rPr>
          <w:rFonts w:asciiTheme="minorHAnsi" w:hAnsiTheme="minorHAnsi"/>
        </w:rPr>
        <w:t>a go</w:t>
      </w:r>
      <w:r w:rsidRPr="0044117C">
        <w:rPr>
          <w:rFonts w:asciiTheme="minorHAnsi" w:hAnsiTheme="minorHAnsi"/>
        </w:rPr>
        <w:t xml:space="preserve"> na wezwanie Zamawiającego</w:t>
      </w:r>
      <w:r>
        <w:rPr>
          <w:rFonts w:asciiTheme="minorHAnsi" w:hAnsiTheme="minorHAnsi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D7ACD" w:rsidRDefault="00FD7ACD" w:rsidP="00C36372">
    <w:pPr>
      <w:pStyle w:val="Nagwek"/>
      <w:jc w:val="center"/>
      <w:rPr>
        <w:rFonts w:ascii="Arial" w:hAnsi="Arial" w:cs="Arial"/>
        <w:sz w:val="20"/>
      </w:rPr>
    </w:pPr>
    <w:r w:rsidRPr="00C94FC8">
      <w:rPr>
        <w:rFonts w:ascii="Arial" w:hAnsi="Arial" w:cs="Arial"/>
        <w:sz w:val="20"/>
      </w:rPr>
      <w:t xml:space="preserve">Specyfikacja istotnych warunków zamówienia, </w:t>
    </w:r>
    <w:r>
      <w:rPr>
        <w:rFonts w:ascii="Arial" w:hAnsi="Arial" w:cs="Arial"/>
        <w:sz w:val="20"/>
      </w:rPr>
      <w:t>numer referencyjny postępowania</w:t>
    </w:r>
    <w:r w:rsidRPr="00C94FC8">
      <w:rPr>
        <w:rFonts w:ascii="Arial" w:hAnsi="Arial" w:cs="Arial"/>
        <w:sz w:val="20"/>
      </w:rPr>
      <w:t xml:space="preserve"> </w:t>
    </w:r>
    <w:r>
      <w:rPr>
        <w:rFonts w:ascii="Arial" w:hAnsi="Arial" w:cs="Arial"/>
        <w:sz w:val="20"/>
        <w:highlight w:val="white"/>
      </w:rPr>
      <w:t>NT/30/2019</w:t>
    </w:r>
  </w:p>
  <w:p w:rsidR="00FD7ACD" w:rsidRDefault="00FD7ACD" w:rsidP="00525ED6">
    <w:pPr>
      <w:pStyle w:val="Nagwek"/>
      <w:jc w:val="right"/>
      <w:rPr>
        <w:rFonts w:ascii="Arial" w:hAnsi="Arial" w:cs="Arial"/>
        <w:b/>
        <w:sz w:val="20"/>
      </w:rPr>
    </w:pPr>
    <w:r w:rsidRPr="00840833">
      <w:rPr>
        <w:rFonts w:ascii="Arial" w:hAnsi="Arial" w:cs="Arial"/>
        <w:b/>
        <w:sz w:val="20"/>
      </w:rPr>
      <w:t xml:space="preserve">Załącznik nr </w:t>
    </w:r>
    <w:r>
      <w:rPr>
        <w:rFonts w:ascii="Arial" w:hAnsi="Arial" w:cs="Arial"/>
        <w:b/>
        <w:sz w:val="20"/>
      </w:rPr>
      <w:t>6</w:t>
    </w:r>
  </w:p>
  <w:p w:rsidR="00FD7ACD" w:rsidRPr="00840833" w:rsidRDefault="00FD7ACD" w:rsidP="00F42FAE">
    <w:pPr>
      <w:pStyle w:val="Nagwek"/>
      <w:rPr>
        <w:b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2C44223"/>
    <w:multiLevelType w:val="hybridMultilevel"/>
    <w:tmpl w:val="C9E0401A"/>
    <w:lvl w:ilvl="0" w:tplc="FB36E70A">
      <w:start w:val="1"/>
      <w:numFmt w:val="bullet"/>
      <w:lvlText w:val=""/>
      <w:lvlJc w:val="left"/>
      <w:pPr>
        <w:tabs>
          <w:tab w:val="num" w:pos="363"/>
        </w:tabs>
        <w:ind w:left="363" w:hanging="363"/>
      </w:pPr>
      <w:rPr>
        <w:rFonts w:ascii="Symbol" w:hAnsi="Symbol"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defaultTabStop w:val="357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7ACD"/>
    <w:rsid w:val="00443B17"/>
    <w:rsid w:val="00930A12"/>
    <w:rsid w:val="00D3548B"/>
    <w:rsid w:val="00FD7A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E390A1A-7AB7-455F-89DE-CB8A57CDF1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FD7A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FD7ACD"/>
  </w:style>
  <w:style w:type="paragraph" w:styleId="Stopka">
    <w:name w:val="footer"/>
    <w:basedOn w:val="Normalny"/>
    <w:link w:val="StopkaZnak"/>
    <w:uiPriority w:val="99"/>
    <w:rsid w:val="00FD7ACD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FD7AC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FD7A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FD7AC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rsid w:val="00FD7AC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NotRelyOnCSS/>
  <w:doNotOrganizeInFolder/>
  <w:doNotUseLongFileNames/>
  <w:pixelsPerInch w:val="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264</Words>
  <Characters>1588</Characters>
  <Application>Microsoft Office Word</Application>
  <DocSecurity>0</DocSecurity>
  <Lines>13</Lines>
  <Paragraphs>3</Paragraphs>
  <ScaleCrop>false</ScaleCrop>
  <Company/>
  <LinksUpToDate>false</LinksUpToDate>
  <CharactersWithSpaces>1849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Karsznia Wojciech</dc:creator>
  <cp:keywords/>
  <dc:description/>
  <cp:lastModifiedBy>Karsznia Wojciech</cp:lastModifiedBy>
  <cp:revision>1</cp:revision>
  <dcterms:created xsi:type="dcterms:W3CDTF">2019-06-04T10:37:00Z</dcterms:created>
  <dcterms:modified xsi:type="dcterms:W3CDTF">2019-06-04T10:38:00Z</dcterms:modified>
</cp:coreProperties>
</file>